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7370029D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</w:t>
      </w:r>
      <w:r w:rsidR="003F273C">
        <w:rPr>
          <w:u w:val="none"/>
        </w:rPr>
        <w:t>zonder</w:t>
      </w:r>
      <w:r w:rsidR="00A03F45">
        <w:rPr>
          <w:u w:val="none"/>
        </w:rPr>
        <w:t xml:space="preserve">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184084">
        <w:rPr>
          <w:u w:val="none"/>
        </w:rPr>
        <w:br/>
        <w:t xml:space="preserve">op de voorzijde van de wastafel is een animatie voorzien in </w:t>
      </w:r>
      <w:r w:rsidR="00F04916">
        <w:rPr>
          <w:u w:val="none"/>
        </w:rPr>
        <w:t xml:space="preserve">het </w:t>
      </w:r>
      <w:r w:rsidR="00834338">
        <w:rPr>
          <w:u w:val="none"/>
        </w:rPr>
        <w:t>groen</w:t>
      </w:r>
      <w:r w:rsidR="00184084">
        <w:rPr>
          <w:u w:val="none"/>
        </w:rPr>
        <w:t>.  Deze is in de massa gekleurd.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0367F8F4" w:rsidR="00586B18" w:rsidRPr="00586B18" w:rsidRDefault="00834338" w:rsidP="00586B18">
      <w:r>
        <w:rPr>
          <w:noProof/>
        </w:rPr>
        <w:drawing>
          <wp:inline distT="0" distB="0" distL="0" distR="0" wp14:anchorId="46C66435" wp14:editId="2026ADB9">
            <wp:extent cx="5977255" cy="2948940"/>
            <wp:effectExtent l="0" t="0" r="4445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94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72881C90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6EAA" w14:textId="77777777" w:rsidR="00025544" w:rsidRDefault="00025544">
      <w:r>
        <w:separator/>
      </w:r>
    </w:p>
  </w:endnote>
  <w:endnote w:type="continuationSeparator" w:id="0">
    <w:p w14:paraId="285CDCAF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F3A4" w14:textId="77777777" w:rsidR="00025544" w:rsidRDefault="00025544">
      <w:r>
        <w:separator/>
      </w:r>
    </w:p>
  </w:footnote>
  <w:footnote w:type="continuationSeparator" w:id="0">
    <w:p w14:paraId="3A7CAE6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62F8E653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</w:t>
    </w:r>
    <w:r w:rsidR="003F273C">
      <w:rPr>
        <w:rFonts w:ascii="Arial" w:hAnsi="Arial" w:cs="Arial"/>
        <w:b/>
        <w:szCs w:val="24"/>
        <w:lang w:val="nl-BE"/>
      </w:rPr>
      <w:t>met</w:t>
    </w:r>
    <w:r>
      <w:rPr>
        <w:rFonts w:ascii="Arial" w:hAnsi="Arial" w:cs="Arial"/>
        <w:b/>
        <w:szCs w:val="24"/>
        <w:lang w:val="nl-BE"/>
      </w:rPr>
      <w:t xml:space="preserve"> 4 </w:t>
    </w:r>
    <w:r w:rsidR="003F273C">
      <w:rPr>
        <w:rFonts w:ascii="Arial" w:hAnsi="Arial" w:cs="Arial"/>
        <w:b/>
        <w:szCs w:val="24"/>
        <w:lang w:val="nl-BE"/>
      </w:rPr>
      <w:t xml:space="preserve">staanplaatsen zonder </w:t>
    </w:r>
    <w:proofErr w:type="spellStart"/>
    <w:r w:rsidR="003F273C">
      <w:rPr>
        <w:rFonts w:ascii="Arial" w:hAnsi="Arial" w:cs="Arial"/>
        <w:b/>
        <w:szCs w:val="24"/>
        <w:lang w:val="nl-BE"/>
      </w:rPr>
      <w:t>kraangat</w:t>
    </w:r>
    <w:proofErr w:type="spellEnd"/>
    <w:r w:rsidR="00AC0119">
      <w:rPr>
        <w:rFonts w:ascii="Arial" w:hAnsi="Arial" w:cs="Arial"/>
        <w:b/>
        <w:szCs w:val="24"/>
        <w:lang w:val="nl-BE"/>
      </w:rPr>
      <w:t xml:space="preserve"> Links</w:t>
    </w:r>
    <w:r w:rsidR="00184084">
      <w:rPr>
        <w:rFonts w:ascii="Arial" w:hAnsi="Arial" w:cs="Arial"/>
        <w:b/>
        <w:szCs w:val="24"/>
        <w:lang w:val="nl-BE"/>
      </w:rPr>
      <w:t xml:space="preserve">, met animatie </w:t>
    </w:r>
    <w:r w:rsidR="00AE322A">
      <w:rPr>
        <w:rFonts w:ascii="Arial" w:hAnsi="Arial" w:cs="Arial"/>
        <w:b/>
        <w:szCs w:val="24"/>
        <w:lang w:val="nl-BE"/>
      </w:rPr>
      <w:t>groen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4084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721C"/>
    <w:rsid w:val="003F273C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450B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34338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22A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4916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C99BEA-13BC-4446-B6AA-4AB48487315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FEC989-A355-4690-BEA2-A78A9D2AE50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404</TotalTime>
  <Pages>2</Pages>
  <Words>222</Words>
  <Characters>1211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59</cp:revision>
  <cp:lastPrinted>2011-12-15T11:14:00Z</cp:lastPrinted>
  <dcterms:created xsi:type="dcterms:W3CDTF">2020-03-10T16:23:00Z</dcterms:created>
  <dcterms:modified xsi:type="dcterms:W3CDTF">2023-12-08T13:43:00Z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